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39A" w:rsidRDefault="00B52AD0" w:rsidP="00D1439A">
      <w:pPr>
        <w:tabs>
          <w:tab w:val="left" w:pos="4944"/>
        </w:tabs>
        <w:rPr>
          <w:sz w:val="24"/>
        </w:rPr>
      </w:pPr>
      <w:r>
        <w:rPr>
          <w:noProof/>
          <w:lang w:eastAsia="es-ES"/>
        </w:rPr>
        <w:drawing>
          <wp:anchor distT="0" distB="0" distL="114300" distR="114300" simplePos="0" relativeHeight="251638272" behindDoc="0" locked="0" layoutInCell="1" allowOverlap="1">
            <wp:simplePos x="0" y="0"/>
            <wp:positionH relativeFrom="column">
              <wp:posOffset>5518150</wp:posOffset>
            </wp:positionH>
            <wp:positionV relativeFrom="paragraph">
              <wp:posOffset>-303530</wp:posOffset>
            </wp:positionV>
            <wp:extent cx="4538980" cy="7181215"/>
            <wp:effectExtent l="19050" t="0" r="0" b="0"/>
            <wp:wrapNone/>
            <wp:docPr id="368" name="Imagen 368" descr="ConflictosantesIG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8" descr="ConflictosantesIG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0000"/>
                      <a:grayscl/>
                    </a:blip>
                    <a:srcRect l="65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8980" cy="7181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32A52">
        <w:rPr>
          <w:noProof/>
          <w:sz w:val="24"/>
          <w:lang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401" type="#_x0000_t202" style="position:absolute;margin-left:636.45pt;margin-top:472.05pt;width:119.75pt;height:24.05pt;z-index:251643392;mso-position-horizontal-relative:text;mso-position-vertical-relative:text;mso-width-relative:margin;mso-height-relative:margin" filled="f" stroked="f">
            <v:textbox style="mso-next-textbox:#_x0000_s1401">
              <w:txbxContent>
                <w:p w:rsidR="008F1F36" w:rsidRPr="00895CA9" w:rsidRDefault="00A32A52" w:rsidP="008F1F36">
                  <w:pPr>
                    <w:rPr>
                      <w:color w:val="808080"/>
                      <w:sz w:val="18"/>
                    </w:rPr>
                  </w:pPr>
                  <w:r w:rsidRPr="00895CA9">
                    <w:rPr>
                      <w:color w:val="808080"/>
                      <w:sz w:val="18"/>
                    </w:rPr>
                    <w:t>El esquema superior ha sido</w:t>
                  </w:r>
                </w:p>
              </w:txbxContent>
            </v:textbox>
          </v:shape>
        </w:pict>
      </w:r>
      <w:r>
        <w:rPr>
          <w:noProof/>
          <w:lang w:eastAsia="es-ES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1383030</wp:posOffset>
            </wp:positionH>
            <wp:positionV relativeFrom="paragraph">
              <wp:posOffset>-203200</wp:posOffset>
            </wp:positionV>
            <wp:extent cx="533400" cy="533400"/>
            <wp:effectExtent l="19050" t="0" r="0" b="0"/>
            <wp:wrapNone/>
            <wp:docPr id="419" name="Imagen 419" descr="120px-Nuvola_apps_bookca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9" descr="120px-Nuvola_apps_bookcas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7D0C">
        <w:rPr>
          <w:noProof/>
          <w:lang w:eastAsia="es-ES"/>
        </w:rPr>
        <w:pict>
          <v:roundrect id="_x0000_s1442" style="position:absolute;margin-left:-5.1pt;margin-top:-13.35pt;width:129.6pt;height:32.25pt;z-index:251655680;mso-position-horizontal-relative:text;mso-position-vertical-relative:text" arcsize="9615f" strokeweight="3pt">
            <v:textbox style="mso-next-textbox:#_x0000_s1442">
              <w:txbxContent>
                <w:p w:rsidR="005B7D0C" w:rsidRPr="00071D28" w:rsidRDefault="005B7D0C" w:rsidP="008F1F36">
                  <w:pPr>
                    <w:spacing w:after="0" w:line="240" w:lineRule="atLeast"/>
                    <w:jc w:val="center"/>
                    <w:rPr>
                      <w:b/>
                      <w:sz w:val="36"/>
                      <w:szCs w:val="36"/>
                    </w:rPr>
                  </w:pPr>
                  <w:r w:rsidRPr="00071D28">
                    <w:rPr>
                      <w:b/>
                      <w:sz w:val="36"/>
                      <w:szCs w:val="36"/>
                    </w:rPr>
                    <w:t>CONCEPTOS</w:t>
                  </w:r>
                </w:p>
              </w:txbxContent>
            </v:textbox>
          </v:roundrect>
        </w:pict>
      </w:r>
      <w:r>
        <w:rPr>
          <w:noProof/>
          <w:lang w:eastAsia="es-ES"/>
        </w:rPr>
        <w:drawing>
          <wp:anchor distT="0" distB="0" distL="114300" distR="114300" simplePos="0" relativeHeight="25163622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330200</wp:posOffset>
            </wp:positionV>
            <wp:extent cx="5853430" cy="4349750"/>
            <wp:effectExtent l="19050" t="0" r="0" b="0"/>
            <wp:wrapNone/>
            <wp:docPr id="378" name="Imagen 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3430" cy="434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5666B">
        <w:rPr>
          <w:noProof/>
          <w:lang w:eastAsia="es-ES"/>
        </w:rPr>
        <w:pict>
          <v:roundrect id="_x0000_s1408" style="position:absolute;margin-left:257.8pt;margin-top:368.7pt;width:167.7pt;height:39.8pt;z-index:251645440;mso-position-horizontal-relative:text;mso-position-vertical-relative:text" arcsize="20971f" strokeweight="3pt">
            <v:textbox style="mso-next-textbox:#_x0000_s1408">
              <w:txbxContent>
                <w:p w:rsidR="0075666B" w:rsidRPr="00071D28" w:rsidRDefault="0075666B" w:rsidP="0075666B">
                  <w:pPr>
                    <w:spacing w:after="0" w:line="240" w:lineRule="atLeast"/>
                    <w:jc w:val="center"/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PROCEDIMIENTOS</w:t>
                  </w:r>
                </w:p>
              </w:txbxContent>
            </v:textbox>
          </v:roundrect>
        </w:pict>
      </w:r>
      <w:r w:rsidR="008F1F36">
        <w:rPr>
          <w:noProof/>
          <w:lang w:eastAsia="es-ES"/>
        </w:rPr>
        <w:pict>
          <v:roundrect id="_x0000_s1393" style="position:absolute;margin-left:-5.1pt;margin-top:-13.35pt;width:129.6pt;height:32.25pt;z-index:251641344;mso-position-horizontal-relative:text;mso-position-vertical-relative:text" arcsize="9615f" strokeweight="3pt">
            <v:textbox style="mso-next-textbox:#_x0000_s1393">
              <w:txbxContent>
                <w:p w:rsidR="008F1F36" w:rsidRPr="00071D28" w:rsidRDefault="008F1F36" w:rsidP="008F1F36">
                  <w:pPr>
                    <w:spacing w:after="0" w:line="240" w:lineRule="atLeast"/>
                    <w:jc w:val="center"/>
                    <w:rPr>
                      <w:b/>
                      <w:sz w:val="36"/>
                      <w:szCs w:val="36"/>
                    </w:rPr>
                  </w:pPr>
                  <w:r w:rsidRPr="00071D28">
                    <w:rPr>
                      <w:b/>
                      <w:sz w:val="36"/>
                      <w:szCs w:val="36"/>
                    </w:rPr>
                    <w:t>CONCEPTOS</w:t>
                  </w:r>
                </w:p>
              </w:txbxContent>
            </v:textbox>
          </v:roundrect>
        </w:pict>
      </w:r>
      <w:r>
        <w:rPr>
          <w:noProof/>
          <w:lang w:eastAsia="es-ES"/>
        </w:rPr>
        <w:drawing>
          <wp:anchor distT="0" distB="0" distL="114300" distR="114300" simplePos="0" relativeHeight="251642368" behindDoc="0" locked="0" layoutInCell="1" allowOverlap="1">
            <wp:simplePos x="0" y="0"/>
            <wp:positionH relativeFrom="column">
              <wp:posOffset>1383030</wp:posOffset>
            </wp:positionH>
            <wp:positionV relativeFrom="paragraph">
              <wp:posOffset>-203200</wp:posOffset>
            </wp:positionV>
            <wp:extent cx="533400" cy="533400"/>
            <wp:effectExtent l="19050" t="0" r="0" b="0"/>
            <wp:wrapNone/>
            <wp:docPr id="370" name="Imagen 370" descr="120px-Nuvola_apps_bookca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" descr="120px-Nuvola_apps_bookcas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1439A">
        <w:rPr>
          <w:sz w:val="24"/>
        </w:rPr>
        <w:tab/>
      </w:r>
    </w:p>
    <w:p w:rsidR="00235DAA" w:rsidRDefault="00D22779" w:rsidP="00D24084">
      <w:r>
        <w:rPr>
          <w:noProof/>
          <w:lang w:eastAsia="es-ES"/>
        </w:rPr>
        <w:pict>
          <v:rect id="_x0000_s1473" style="position:absolute;margin-left:393pt;margin-top:208.95pt;width:30.6pt;height:13.8pt;z-index:251680256" stroked="f">
            <v:textbox style="mso-next-textbox:#_x0000_s1473" inset="0,0,0,0">
              <w:txbxContent>
                <w:p w:rsidR="00D22779" w:rsidRPr="00D1439A" w:rsidRDefault="00D22779" w:rsidP="00D22779">
                  <w:r>
                    <w:t>_________</w:t>
                  </w:r>
                </w:p>
              </w:txbxContent>
            </v:textbox>
          </v:rect>
        </w:pict>
      </w:r>
      <w:r w:rsidR="004E7FCA">
        <w:rPr>
          <w:noProof/>
          <w:lang w:eastAsia="es-ES"/>
        </w:rPr>
        <w:pict>
          <v:rect id="_x0000_s1472" style="position:absolute;margin-left:434.5pt;margin-top:129.75pt;width:94.1pt;height:29.4pt;z-index:251679232" strokeweight="1pt">
            <v:stroke dashstyle="1 1"/>
          </v:rect>
        </w:pict>
      </w:r>
      <w:r w:rsidR="004E7FCA">
        <w:rPr>
          <w:noProof/>
          <w:lang w:eastAsia="es-ES"/>
        </w:rPr>
        <w:pict>
          <v:rect id="_x0000_s1468" style="position:absolute;margin-left:434.5pt;margin-top:189.75pt;width:94.1pt;height:29.4pt;z-index:251675136" strokeweight="1pt">
            <v:stroke dashstyle="1 1"/>
          </v:rect>
        </w:pict>
      </w:r>
      <w:r w:rsidR="004E7FCA">
        <w:rPr>
          <w:noProof/>
          <w:lang w:eastAsia="es-ES"/>
        </w:rPr>
        <w:pict>
          <v:rect id="_x0000_s1469" style="position:absolute;margin-left:435.1pt;margin-top:252.75pt;width:94.1pt;height:29.4pt;z-index:251676160" strokeweight="1pt">
            <v:stroke dashstyle="1 1"/>
          </v:rect>
        </w:pict>
      </w:r>
      <w:r w:rsidR="004E7FCA">
        <w:rPr>
          <w:noProof/>
          <w:lang w:eastAsia="es-ES"/>
        </w:rPr>
        <w:pict>
          <v:rect id="_x0000_s1471" style="position:absolute;margin-left:435.7pt;margin-top:370.35pt;width:94.1pt;height:29.4pt;z-index:251678208" strokeweight="1pt">
            <v:stroke dashstyle="1 1"/>
          </v:rect>
        </w:pict>
      </w:r>
      <w:r w:rsidR="004E7FCA">
        <w:rPr>
          <w:noProof/>
          <w:lang w:eastAsia="es-ES"/>
        </w:rPr>
        <w:pict>
          <v:rect id="_x0000_s1470" style="position:absolute;margin-left:434.5pt;margin-top:297.15pt;width:94.1pt;height:29.4pt;z-index:251677184" strokeweight="1pt">
            <v:stroke dashstyle="1 1"/>
          </v:rect>
        </w:pict>
      </w:r>
      <w:r w:rsidR="004E7FCA">
        <w:rPr>
          <w:noProof/>
          <w:lang w:eastAsia="es-ES"/>
        </w:rPr>
        <w:pict>
          <v:rect id="_x0000_s1467" style="position:absolute;margin-left:434.5pt;margin-top:84.75pt;width:94.1pt;height:29.4pt;z-index:251674112" strokeweight="1pt">
            <v:stroke dashstyle="1 1"/>
          </v:rect>
        </w:pict>
      </w:r>
      <w:r w:rsidR="004E7FCA">
        <w:rPr>
          <w:noProof/>
          <w:lang w:eastAsia="es-ES"/>
        </w:rPr>
        <w:pict>
          <v:rect id="_x0000_s1466" style="position:absolute;margin-left:434.5pt;margin-top:46.95pt;width:94.1pt;height:29.4pt;z-index:251673088" strokeweight="1pt">
            <v:stroke dashstyle="1 1"/>
          </v:rect>
        </w:pict>
      </w:r>
      <w:r w:rsidR="00150717">
        <w:rPr>
          <w:noProof/>
          <w:lang w:eastAsia="es-ES"/>
        </w:rPr>
        <w:pict>
          <v:shape id="_x0000_s1409" type="#_x0000_t202" style="position:absolute;margin-left:11.7pt;margin-top:459.65pt;width:422.8pt;height:36.05pt;z-index:251646464;mso-width-relative:margin;mso-height-relative:margin" strokecolor="#4f81bd" strokeweight="1pt">
            <v:stroke dashstyle="dash"/>
            <v:shadow color="#868686"/>
            <v:textbox style="mso-next-textbox:#_x0000_s1409">
              <w:txbxContent>
                <w:p w:rsidR="0075666B" w:rsidRPr="005A7CD8" w:rsidRDefault="005A7CD8" w:rsidP="0075666B">
                  <w:pPr>
                    <w:spacing w:after="0" w:line="240" w:lineRule="exact"/>
                    <w:rPr>
                      <w:sz w:val="20"/>
                    </w:rPr>
                  </w:pPr>
                  <w:r>
                    <w:rPr>
                      <w:sz w:val="20"/>
                    </w:rPr>
                    <w:t>T</w:t>
                  </w:r>
                  <w:r w:rsidRPr="005A7CD8">
                    <w:rPr>
                      <w:sz w:val="20"/>
                    </w:rPr>
                    <w:t>écnica</w:t>
                  </w:r>
                  <w:r>
                    <w:rPr>
                      <w:sz w:val="20"/>
                    </w:rPr>
                    <w:t>,</w:t>
                  </w:r>
                  <w:r w:rsidRPr="005A7CD8">
                    <w:rPr>
                      <w:sz w:val="20"/>
                    </w:rPr>
                    <w:t xml:space="preserve"> </w:t>
                  </w:r>
                  <w:r w:rsidR="00D1439A" w:rsidRPr="005A7CD8">
                    <w:rPr>
                      <w:sz w:val="20"/>
                    </w:rPr>
                    <w:t>Asia, invertir, producción, nacionalismo</w:t>
                  </w:r>
                  <w:r w:rsidRPr="005A7CD8">
                    <w:rPr>
                      <w:sz w:val="20"/>
                    </w:rPr>
                    <w:t>, emigra</w:t>
                  </w:r>
                  <w:r>
                    <w:rPr>
                      <w:sz w:val="20"/>
                    </w:rPr>
                    <w:t>,</w:t>
                  </w:r>
                  <w:r w:rsidRPr="005A7CD8">
                    <w:rPr>
                      <w:sz w:val="20"/>
                    </w:rPr>
                    <w:t xml:space="preserve"> excedente, transporte, África, racismo, metrópoli, militar</w:t>
                  </w:r>
                  <w:r>
                    <w:rPr>
                      <w:sz w:val="20"/>
                    </w:rPr>
                    <w:t>,</w:t>
                  </w:r>
                  <w:r w:rsidRPr="005A7CD8">
                    <w:rPr>
                      <w:sz w:val="20"/>
                    </w:rPr>
                    <w:t xml:space="preserve"> baratas</w:t>
                  </w:r>
                  <w:r>
                    <w:rPr>
                      <w:sz w:val="20"/>
                    </w:rPr>
                    <w:t>,</w:t>
                  </w:r>
                  <w:r w:rsidRPr="005A7CD8">
                    <w:rPr>
                      <w:sz w:val="20"/>
                    </w:rPr>
                    <w:t xml:space="preserve"> civilizar</w:t>
                  </w:r>
                  <w:r w:rsidR="00D22779">
                    <w:rPr>
                      <w:sz w:val="20"/>
                    </w:rPr>
                    <w:t>, clases</w:t>
                  </w:r>
                  <w:r>
                    <w:rPr>
                      <w:sz w:val="20"/>
                    </w:rPr>
                    <w:t>.</w:t>
                  </w:r>
                </w:p>
              </w:txbxContent>
            </v:textbox>
          </v:shape>
        </w:pict>
      </w:r>
      <w:r w:rsidR="00150717">
        <w:rPr>
          <w:noProof/>
          <w:sz w:val="24"/>
          <w:lang w:eastAsia="es-ES"/>
        </w:rPr>
        <w:pict>
          <v:group id="_x0000_s1447" style="position:absolute;margin-left:8.55pt;margin-top:302.45pt;width:303.35pt;height:70.6pt;z-index:251657728" coordorigin="1042,455" coordsize="6067,1412">
            <v:shape id="_x0000_s1448" type="#_x0000_t202" style="position:absolute;left:3381;top:1102;width:3728;height:765;mso-width-relative:margin;mso-height-relative:margin" filled="f" stroked="f" strokecolor="#205867" strokeweight="1pt">
              <v:textbox style="mso-next-textbox:#_x0000_s1448">
                <w:txbxContent>
                  <w:p w:rsidR="0037623C" w:rsidRDefault="0037623C" w:rsidP="0037623C">
                    <w:pPr>
                      <w:spacing w:after="0" w:line="240" w:lineRule="exact"/>
                      <w:rPr>
                        <w:b/>
                      </w:rPr>
                    </w:pPr>
                  </w:p>
                  <w:p w:rsidR="0037623C" w:rsidRDefault="004E7FCA" w:rsidP="0037623C">
                    <w:pPr>
                      <w:spacing w:after="0" w:line="240" w:lineRule="exact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                  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449" type="#_x0000_t75" style="position:absolute;left:1042;top:455;width:3322;height:1232">
              <v:imagedata r:id="rId10" o:title="www" blacklevel="13107f" grayscale="t"/>
            </v:shape>
          </v:group>
        </w:pict>
      </w:r>
      <w:r w:rsidR="005A7CD8">
        <w:rPr>
          <w:noProof/>
          <w:lang w:eastAsia="es-ES"/>
        </w:rPr>
        <w:pict>
          <v:shape id="_x0000_s1407" type="#_x0000_t202" style="position:absolute;margin-left:13.8pt;margin-top:365.9pt;width:420.7pt;height:103.35pt;z-index:251644416;mso-width-relative:margin;mso-height-relative:margin" strokecolor="#243f60" strokeweight="3pt">
            <v:textbox style="mso-next-textbox:#_x0000_s1407">
              <w:txbxContent>
                <w:p w:rsidR="0075666B" w:rsidRPr="00E65F14" w:rsidRDefault="0075666B" w:rsidP="0075666B">
                  <w:pPr>
                    <w:spacing w:after="0" w:line="240" w:lineRule="exact"/>
                  </w:pPr>
                  <w:r>
                    <w:rPr>
                      <w:b/>
                    </w:rPr>
                    <w:t>PRÁCTICA</w:t>
                  </w:r>
                  <w:r w:rsidRPr="002B7457">
                    <w:rPr>
                      <w:b/>
                    </w:rPr>
                    <w:t>:</w:t>
                  </w:r>
                  <w:r w:rsidRPr="00916011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>COMENTARIO DE MAPA HISTÓRICO</w:t>
                  </w:r>
                </w:p>
                <w:p w:rsidR="0075666B" w:rsidRDefault="0075666B" w:rsidP="0075666B">
                  <w:pPr>
                    <w:numPr>
                      <w:ilvl w:val="0"/>
                      <w:numId w:val="5"/>
                    </w:numPr>
                    <w:spacing w:after="0" w:line="240" w:lineRule="exact"/>
                  </w:pPr>
                  <w:r w:rsidRPr="0075666B">
                    <w:rPr>
                      <w:b/>
                      <w:u w:val="single"/>
                    </w:rPr>
                    <w:t>Clasificación</w:t>
                  </w:r>
                  <w:r w:rsidRPr="00E65F14">
                    <w:t xml:space="preserve"> del </w:t>
                  </w:r>
                  <w:r>
                    <w:t>mapa</w:t>
                  </w:r>
                  <w:r w:rsidRPr="00E65F14">
                    <w:t xml:space="preserve">; </w:t>
                  </w:r>
                  <w:r w:rsidR="00A32A52">
                    <w:rPr>
                      <w:b/>
                    </w:rPr>
                    <w:t>t</w:t>
                  </w:r>
                  <w:r w:rsidRPr="0075666B">
                    <w:rPr>
                      <w:b/>
                    </w:rPr>
                    <w:t>ipo de mapa</w:t>
                  </w:r>
                  <w:r>
                    <w:t xml:space="preserve">: político, físico, económico… </w:t>
                  </w:r>
                  <w:r w:rsidR="00A32A52">
                    <w:rPr>
                      <w:b/>
                    </w:rPr>
                    <w:t>d</w:t>
                  </w:r>
                  <w:r w:rsidRPr="0075666B">
                    <w:rPr>
                      <w:b/>
                    </w:rPr>
                    <w:t>escribir el espacio geográfico que  representa</w:t>
                  </w:r>
                  <w:r>
                    <w:rPr>
                      <w:b/>
                    </w:rPr>
                    <w:t>. A</w:t>
                  </w:r>
                  <w:r w:rsidRPr="0075666B">
                    <w:rPr>
                      <w:b/>
                    </w:rPr>
                    <w:t>ños o periodo que abarca</w:t>
                  </w:r>
                  <w:r>
                    <w:t xml:space="preserve">. </w:t>
                  </w:r>
                </w:p>
                <w:p w:rsidR="0075666B" w:rsidRDefault="0075666B" w:rsidP="0075666B">
                  <w:pPr>
                    <w:numPr>
                      <w:ilvl w:val="0"/>
                      <w:numId w:val="5"/>
                    </w:numPr>
                    <w:spacing w:after="0" w:line="240" w:lineRule="exact"/>
                  </w:pPr>
                  <w:r w:rsidRPr="0075666B">
                    <w:rPr>
                      <w:b/>
                      <w:u w:val="single"/>
                    </w:rPr>
                    <w:t>Análisis</w:t>
                  </w:r>
                  <w:r>
                    <w:t xml:space="preserve">. Describir la leyenda y en función de esta, analizar el contenido del mapa.  </w:t>
                  </w:r>
                </w:p>
                <w:p w:rsidR="0075666B" w:rsidRDefault="0075666B" w:rsidP="0075666B">
                  <w:pPr>
                    <w:numPr>
                      <w:ilvl w:val="0"/>
                      <w:numId w:val="5"/>
                    </w:numPr>
                    <w:spacing w:after="0" w:line="240" w:lineRule="exact"/>
                  </w:pPr>
                  <w:r w:rsidRPr="009C637F">
                    <w:rPr>
                      <w:b/>
                      <w:u w:val="single"/>
                    </w:rPr>
                    <w:t>Comentario</w:t>
                  </w:r>
                  <w:r>
                    <w:t xml:space="preserve"> o contextualización; relacionar lo anterior con el </w:t>
                  </w:r>
                  <w:r w:rsidRPr="009C637F">
                    <w:rPr>
                      <w:b/>
                    </w:rPr>
                    <w:t>contexto histórico</w:t>
                  </w:r>
                  <w:r>
                    <w:t xml:space="preserve"> de su época, con sus </w:t>
                  </w:r>
                  <w:r>
                    <w:rPr>
                      <w:b/>
                    </w:rPr>
                    <w:t>causas</w:t>
                  </w:r>
                  <w:r>
                    <w:t xml:space="preserve"> y con sus </w:t>
                  </w:r>
                  <w:r w:rsidRPr="009C637F">
                    <w:rPr>
                      <w:b/>
                    </w:rPr>
                    <w:t>consecuencias</w:t>
                  </w:r>
                  <w:r>
                    <w:t xml:space="preserve">. </w:t>
                  </w:r>
                </w:p>
                <w:p w:rsidR="00150717" w:rsidRPr="00150717" w:rsidRDefault="00150717" w:rsidP="00150717">
                  <w:pPr>
                    <w:spacing w:after="0" w:line="240" w:lineRule="exact"/>
                    <w:rPr>
                      <w:i/>
                    </w:rPr>
                  </w:pPr>
                  <w:r w:rsidRPr="00150717">
                    <w:rPr>
                      <w:i/>
                    </w:rPr>
                    <w:t xml:space="preserve">Completa y comenta el mapa de la página siguiente. </w:t>
                  </w:r>
                </w:p>
              </w:txbxContent>
            </v:textbox>
          </v:shape>
        </w:pict>
      </w:r>
      <w:r w:rsidR="005A7CD8">
        <w:rPr>
          <w:noProof/>
          <w:sz w:val="24"/>
          <w:lang w:eastAsia="es-ES"/>
        </w:rPr>
        <w:pict>
          <v:rect id="_x0000_s1464" style="position:absolute;margin-left:200.4pt;margin-top:322.2pt;width:39pt;height:13.8pt;z-index:251672064" stroked="f">
            <v:textbox style="mso-next-textbox:#_x0000_s1464" inset="0,0,0,0">
              <w:txbxContent>
                <w:p w:rsidR="005A7CD8" w:rsidRPr="00D1439A" w:rsidRDefault="005A7CD8" w:rsidP="005A7CD8">
                  <w:r>
                    <w:t>______y__</w:t>
                  </w:r>
                </w:p>
              </w:txbxContent>
            </v:textbox>
          </v:rect>
        </w:pict>
      </w:r>
      <w:r w:rsidR="005A7CD8">
        <w:rPr>
          <w:noProof/>
          <w:sz w:val="24"/>
          <w:lang w:eastAsia="es-ES"/>
        </w:rPr>
        <w:pict>
          <v:rect id="_x0000_s1463" style="position:absolute;margin-left:359.35pt;margin-top:322.2pt;width:43.2pt;height:13.8pt;z-index:251671040" stroked="f">
            <v:textbox style="mso-next-textbox:#_x0000_s1463" inset="0,0,0,0">
              <w:txbxContent>
                <w:p w:rsidR="005A7CD8" w:rsidRPr="00D1439A" w:rsidRDefault="005A7CD8" w:rsidP="005A7CD8">
                  <w:r>
                    <w:t>_________</w:t>
                  </w:r>
                </w:p>
              </w:txbxContent>
            </v:textbox>
          </v:rect>
        </w:pict>
      </w:r>
      <w:r w:rsidR="005A7CD8">
        <w:rPr>
          <w:noProof/>
          <w:sz w:val="24"/>
          <w:lang w:eastAsia="es-ES"/>
        </w:rPr>
        <w:pict>
          <v:rect id="_x0000_s1462" style="position:absolute;margin-left:168.55pt;margin-top:302.45pt;width:43.2pt;height:13.8pt;z-index:251670016" stroked="f">
            <v:textbox style="mso-next-textbox:#_x0000_s1462" inset="0,0,0,0">
              <w:txbxContent>
                <w:p w:rsidR="005A7CD8" w:rsidRPr="00D1439A" w:rsidRDefault="005A7CD8" w:rsidP="005A7CD8">
                  <w:r>
                    <w:t>_________</w:t>
                  </w:r>
                </w:p>
              </w:txbxContent>
            </v:textbox>
          </v:rect>
        </w:pict>
      </w:r>
      <w:r w:rsidR="005A7CD8">
        <w:rPr>
          <w:noProof/>
          <w:sz w:val="24"/>
          <w:lang w:eastAsia="es-ES"/>
        </w:rPr>
        <w:pict>
          <v:rect id="_x0000_s1461" style="position:absolute;margin-left:317.4pt;margin-top:302.45pt;width:33.6pt;height:13.8pt;z-index:251668992" stroked="f">
            <v:textbox style="mso-next-textbox:#_x0000_s1461" inset="0,0,0,0">
              <w:txbxContent>
                <w:p w:rsidR="005A7CD8" w:rsidRPr="00D1439A" w:rsidRDefault="005A7CD8" w:rsidP="005A7CD8">
                  <w:r>
                    <w:t>_________</w:t>
                  </w:r>
                </w:p>
              </w:txbxContent>
            </v:textbox>
          </v:rect>
        </w:pict>
      </w:r>
      <w:r w:rsidR="005A7CD8">
        <w:rPr>
          <w:noProof/>
          <w:sz w:val="24"/>
          <w:lang w:eastAsia="es-ES"/>
        </w:rPr>
        <w:pict>
          <v:rect id="_x0000_s1460" style="position:absolute;margin-left:373.75pt;margin-top:283.35pt;width:53.55pt;height:13.8pt;z-index:251667968" stroked="f">
            <v:textbox style="mso-next-textbox:#_x0000_s1460" inset="0,0,0,0">
              <w:txbxContent>
                <w:p w:rsidR="005A7CD8" w:rsidRPr="00D1439A" w:rsidRDefault="005A7CD8" w:rsidP="005A7CD8">
                  <w:r>
                    <w:t>_________</w:t>
                  </w:r>
                </w:p>
              </w:txbxContent>
            </v:textbox>
          </v:rect>
        </w:pict>
      </w:r>
      <w:r w:rsidR="005A7CD8">
        <w:rPr>
          <w:noProof/>
          <w:sz w:val="24"/>
          <w:lang w:eastAsia="es-ES"/>
        </w:rPr>
        <w:pict>
          <v:rect id="_x0000_s1459" style="position:absolute;margin-left:247.8pt;margin-top:262.35pt;width:38.3pt;height:13.8pt;z-index:251666944" stroked="f">
            <v:textbox style="mso-next-textbox:#_x0000_s1459" inset="0,0,0,0">
              <w:txbxContent>
                <w:p w:rsidR="005A7CD8" w:rsidRPr="00D1439A" w:rsidRDefault="00B52AD0" w:rsidP="005A7CD8">
                  <w:r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51815" cy="172720"/>
                        <wp:effectExtent l="19050" t="0" r="635" b="0"/>
                        <wp:docPr id="4" name="Imagen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1815" cy="1727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5A7CD8">
        <w:rPr>
          <w:noProof/>
          <w:sz w:val="24"/>
          <w:lang w:eastAsia="es-ES"/>
        </w:rPr>
        <w:pict>
          <v:rect id="_x0000_s1457" style="position:absolute;margin-left:156.6pt;margin-top:229.35pt;width:61.8pt;height:13.8pt;z-index:251664896" stroked="f">
            <v:textbox style="mso-next-textbox:#_x0000_s1457" inset="0,0,0,0">
              <w:txbxContent>
                <w:p w:rsidR="00D1439A" w:rsidRPr="00D1439A" w:rsidRDefault="00D1439A" w:rsidP="00D1439A">
                  <w:r>
                    <w:t>___________</w:t>
                  </w:r>
                </w:p>
              </w:txbxContent>
            </v:textbox>
          </v:rect>
        </w:pict>
      </w:r>
      <w:r w:rsidR="005A7CD8">
        <w:rPr>
          <w:noProof/>
          <w:sz w:val="24"/>
          <w:lang w:eastAsia="es-ES"/>
        </w:rPr>
        <w:pict>
          <v:rect id="_x0000_s1458" style="position:absolute;margin-left:153.6pt;margin-top:250.95pt;width:43.2pt;height:13.8pt;z-index:251665920" stroked="f">
            <v:textbox style="mso-next-textbox:#_x0000_s1458" inset="0,0,0,0">
              <w:txbxContent>
                <w:p w:rsidR="005A7CD8" w:rsidRPr="00D1439A" w:rsidRDefault="005A7CD8" w:rsidP="005A7CD8">
                  <w:r>
                    <w:t>_________</w:t>
                  </w:r>
                </w:p>
              </w:txbxContent>
            </v:textbox>
          </v:rect>
        </w:pict>
      </w:r>
      <w:r w:rsidR="00D1439A">
        <w:rPr>
          <w:noProof/>
          <w:sz w:val="24"/>
          <w:lang w:eastAsia="es-ES"/>
        </w:rPr>
        <w:pict>
          <v:rect id="_x0000_s1455" style="position:absolute;margin-left:331.2pt;margin-top:189.15pt;width:46.8pt;height:13.8pt;z-index:251662848" stroked="f">
            <v:textbox style="mso-next-textbox:#_x0000_s1455" inset="0,0,0,0">
              <w:txbxContent>
                <w:p w:rsidR="00D1439A" w:rsidRPr="00D1439A" w:rsidRDefault="00D1439A" w:rsidP="00D1439A">
                  <w:r>
                    <w:t>_________</w:t>
                  </w:r>
                </w:p>
              </w:txbxContent>
            </v:textbox>
          </v:rect>
        </w:pict>
      </w:r>
      <w:r w:rsidR="00D1439A">
        <w:rPr>
          <w:noProof/>
          <w:sz w:val="24"/>
          <w:lang w:eastAsia="es-ES"/>
        </w:rPr>
        <w:pict>
          <v:rect id="_x0000_s1456" style="position:absolute;margin-left:288.6pt;margin-top:167.55pt;width:52.2pt;height:13.8pt;z-index:251663872" stroked="f">
            <v:textbox style="mso-next-textbox:#_x0000_s1456" inset="0,0,0,0">
              <w:txbxContent>
                <w:p w:rsidR="00D1439A" w:rsidRPr="00D1439A" w:rsidRDefault="00D1439A" w:rsidP="00D1439A">
                  <w:r>
                    <w:t>___________</w:t>
                  </w:r>
                </w:p>
              </w:txbxContent>
            </v:textbox>
          </v:rect>
        </w:pict>
      </w:r>
      <w:r w:rsidR="00D1439A">
        <w:rPr>
          <w:noProof/>
          <w:sz w:val="24"/>
          <w:lang w:eastAsia="es-ES"/>
        </w:rPr>
        <w:pict>
          <v:rect id="_x0000_s1454" style="position:absolute;margin-left:277.8pt;margin-top:143.55pt;width:43.2pt;height:13.8pt;z-index:251661824" stroked="f">
            <v:textbox style="mso-next-textbox:#_x0000_s1454" inset="0,0,0,0">
              <w:txbxContent>
                <w:p w:rsidR="00D1439A" w:rsidRPr="00D1439A" w:rsidRDefault="00D1439A" w:rsidP="00D1439A">
                  <w:r>
                    <w:t>___________</w:t>
                  </w:r>
                </w:p>
              </w:txbxContent>
            </v:textbox>
          </v:rect>
        </w:pict>
      </w:r>
      <w:r w:rsidR="00D1439A">
        <w:rPr>
          <w:noProof/>
          <w:sz w:val="24"/>
          <w:lang w:eastAsia="es-ES"/>
        </w:rPr>
        <w:pict>
          <v:rect id="_x0000_s1453" style="position:absolute;margin-left:189pt;margin-top:115.35pt;width:50.4pt;height:13.8pt;z-index:251660800" stroked="f">
            <v:textbox style="mso-next-textbox:#_x0000_s1453" inset="0,0,0,0">
              <w:txbxContent>
                <w:p w:rsidR="00D1439A" w:rsidRPr="00D1439A" w:rsidRDefault="00D1439A" w:rsidP="00D1439A">
                  <w:r>
                    <w:t>___________</w:t>
                  </w:r>
                </w:p>
              </w:txbxContent>
            </v:textbox>
          </v:rect>
        </w:pict>
      </w:r>
      <w:r w:rsidR="00D1439A">
        <w:rPr>
          <w:noProof/>
          <w:sz w:val="24"/>
          <w:lang w:eastAsia="es-ES"/>
        </w:rPr>
        <w:pict>
          <v:rect id="_x0000_s1451" style="position:absolute;margin-left:244.8pt;margin-top:55.95pt;width:58.2pt;height:13.8pt;z-index:251659776" stroked="f">
            <v:textbox style="mso-next-textbox:#_x0000_s1451" inset="0,0,0,0">
              <w:txbxContent>
                <w:p w:rsidR="00D1439A" w:rsidRPr="00D1439A" w:rsidRDefault="00D1439A" w:rsidP="00D1439A">
                  <w:r>
                    <w:t>_____y_____</w:t>
                  </w:r>
                </w:p>
              </w:txbxContent>
            </v:textbox>
          </v:rect>
        </w:pict>
      </w:r>
      <w:r w:rsidR="001A397C" w:rsidRPr="00D1439A">
        <w:rPr>
          <w:sz w:val="24"/>
        </w:rPr>
        <w:br w:type="page"/>
      </w:r>
      <w:r w:rsidR="00B52AD0">
        <w:rPr>
          <w:noProof/>
          <w:lang w:eastAsia="es-ES"/>
        </w:rPr>
        <w:lastRenderedPageBreak/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7640955</wp:posOffset>
            </wp:positionH>
            <wp:positionV relativeFrom="paragraph">
              <wp:posOffset>6428740</wp:posOffset>
            </wp:positionV>
            <wp:extent cx="2111375" cy="204470"/>
            <wp:effectExtent l="19050" t="0" r="3175" b="0"/>
            <wp:wrapNone/>
            <wp:docPr id="426" name="Imagen 426" descr="ww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6" descr="www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bright="40000"/>
                      <a:grayscl/>
                    </a:blip>
                    <a:srcRect l="17729" t="785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1375" cy="20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52AD0">
        <w:rPr>
          <w:noProof/>
          <w:lang w:eastAsia="es-ES"/>
        </w:rPr>
        <w:drawing>
          <wp:anchor distT="0" distB="0" distL="114300" distR="114300" simplePos="0" relativeHeight="251637248" behindDoc="0" locked="0" layoutInCell="1" allowOverlap="1">
            <wp:simplePos x="0" y="0"/>
            <wp:positionH relativeFrom="column">
              <wp:posOffset>-430530</wp:posOffset>
            </wp:positionH>
            <wp:positionV relativeFrom="paragraph">
              <wp:posOffset>74930</wp:posOffset>
            </wp:positionV>
            <wp:extent cx="10464165" cy="4821555"/>
            <wp:effectExtent l="19050" t="0" r="0" b="0"/>
            <wp:wrapNone/>
            <wp:docPr id="386" name="Imagen 386" descr="19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6" descr="191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lum contrast="20000"/>
                    </a:blip>
                    <a:srcRect t="79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64165" cy="4821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52AD0">
        <w:rPr>
          <w:noProof/>
          <w:lang w:eastAsia="es-ES"/>
        </w:rPr>
        <w:drawing>
          <wp:anchor distT="0" distB="0" distL="114300" distR="114300" simplePos="0" relativeHeight="251647488" behindDoc="0" locked="0" layoutInCell="1" allowOverlap="1">
            <wp:simplePos x="0" y="0"/>
            <wp:positionH relativeFrom="column">
              <wp:posOffset>3865245</wp:posOffset>
            </wp:positionH>
            <wp:positionV relativeFrom="paragraph">
              <wp:posOffset>4063365</wp:posOffset>
            </wp:positionV>
            <wp:extent cx="4173220" cy="2553335"/>
            <wp:effectExtent l="19050" t="19050" r="17780" b="18415"/>
            <wp:wrapNone/>
            <wp:docPr id="387" name="Imagen 387" descr="Alianzas previas 19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7" descr="Alianzas previas 191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lum contrast="80000"/>
                    </a:blip>
                    <a:srcRect l="3192" t="10699" r="1196" b="104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3220" cy="255333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10A5">
        <w:rPr>
          <w:noProof/>
          <w:lang w:eastAsia="es-ES"/>
        </w:rPr>
        <w:pict>
          <v:oval id="_x0000_s1414" style="position:absolute;margin-left:588.15pt;margin-top:327.3pt;width:17pt;height:17pt;z-index:251648512;mso-position-horizontal-relative:text;mso-position-vertical-relative:text">
            <v:textbox style="mso-next-textbox:#_x0000_s1414" inset="0,0,0,0">
              <w:txbxContent>
                <w:p w:rsidR="006474F0" w:rsidRPr="00321FCB" w:rsidRDefault="006474F0" w:rsidP="006474F0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</w:t>
                  </w:r>
                </w:p>
              </w:txbxContent>
            </v:textbox>
          </v:oval>
        </w:pict>
      </w:r>
      <w:r w:rsidR="003B4E51">
        <w:rPr>
          <w:noProof/>
          <w:lang w:eastAsia="es-ES"/>
        </w:rPr>
        <w:pict>
          <v:oval id="_x0000_s1388" style="position:absolute;margin-left:208.95pt;margin-top:23.6pt;width:17pt;height:17pt;z-index:251640320;mso-position-horizontal-relative:text;mso-position-vertical-relative:text">
            <v:textbox style="mso-next-textbox:#_x0000_s1388" inset="0,0,0,0">
              <w:txbxContent>
                <w:p w:rsidR="00AB471B" w:rsidRPr="00321FCB" w:rsidRDefault="00AB471B" w:rsidP="00AB471B">
                  <w:pPr>
                    <w:jc w:val="center"/>
                    <w:rPr>
                      <w:b/>
                    </w:rPr>
                  </w:pPr>
                  <w:r w:rsidRPr="00321FCB">
                    <w:rPr>
                      <w:b/>
                    </w:rPr>
                    <w:t>1</w:t>
                  </w:r>
                </w:p>
              </w:txbxContent>
            </v:textbox>
          </v:oval>
        </w:pict>
      </w:r>
      <w:r w:rsidR="003B4E51">
        <w:rPr>
          <w:noProof/>
          <w:lang w:eastAsia="es-ES"/>
        </w:rPr>
        <w:pict>
          <v:group id="_x0000_s1441" style="position:absolute;margin-left:-20.8pt;margin-top:403.85pt;width:288.65pt;height:59.55pt;z-index:251649536;mso-position-horizontal-relative:text;mso-position-vertical-relative:text" coordorigin="174,8797" coordsize="5773,1191">
            <v:shape id="_x0000_s1416" type="#_x0000_t75" style="position:absolute;left:174;top:8797;width:5773;height:1191" o:regroupid="7">
              <v:imagedata r:id="rId15" o:title="" cropright="24192f"/>
            </v:shape>
            <v:shape id="_x0000_s1417" type="#_x0000_t75" style="position:absolute;left:3787;top:8810;width:2160;height:561" o:regroupid="7">
              <v:imagedata r:id="rId16" o:title="" cropbottom="13534f"/>
            </v:shape>
            <v:rect id="_x0000_s1419" style="position:absolute;left:413;top:8926;width:694;height:353" o:regroupid="7" strokeweight="2.25pt"/>
            <v:rect id="_x0000_s1420" style="position:absolute;left:419;top:9465;width:694;height:353" o:regroupid="7" strokeweight="2.25pt"/>
            <v:rect id="_x0000_s1421" style="position:absolute;left:2232;top:9484;width:694;height:353" o:regroupid="7" strokeweight="2.25pt"/>
            <v:rect id="_x0000_s1422" style="position:absolute;left:2264;top:8944;width:694;height:353" o:regroupid="7" strokeweight="2.25pt"/>
            <v:rect id="_x0000_s1427" style="position:absolute;left:3906;top:9478;width:694;height:353" o:regroupid="7" strokeweight="2.25pt"/>
          </v:group>
        </w:pict>
      </w:r>
      <w:r w:rsidR="003B4E51">
        <w:rPr>
          <w:noProof/>
          <w:lang w:eastAsia="es-ES"/>
        </w:rPr>
        <w:pict>
          <v:rect id="_x0000_s1437" style="position:absolute;margin-left:-7.45pt;margin-top:500.5pt;width:34.7pt;height:17.65pt;z-index:251652608;mso-position-horizontal-relative:text;mso-position-vertical-relative:text" o:regroupid="8" strokeweight="2.25pt"/>
        </w:pict>
      </w:r>
      <w:r w:rsidR="003B4E51">
        <w:rPr>
          <w:noProof/>
          <w:lang w:eastAsia="es-ES"/>
        </w:rPr>
        <w:pict>
          <v:rect id="_x0000_s1436" style="position:absolute;margin-left:-7.75pt;margin-top:473.55pt;width:34.7pt;height:17.65pt;z-index:251651584;mso-position-horizontal-relative:text;mso-position-vertical-relative:text" o:regroupid="8" strokeweight="2.25pt"/>
        </w:pict>
      </w:r>
      <w:r w:rsidR="00B52AD0">
        <w:rPr>
          <w:noProof/>
          <w:lang w:eastAsia="es-ES"/>
        </w:rPr>
        <w:drawing>
          <wp:anchor distT="0" distB="0" distL="114300" distR="114300" simplePos="0" relativeHeight="251650560" behindDoc="0" locked="0" layoutInCell="1" allowOverlap="1">
            <wp:simplePos x="0" y="0"/>
            <wp:positionH relativeFrom="column">
              <wp:posOffset>-193675</wp:posOffset>
            </wp:positionH>
            <wp:positionV relativeFrom="paragraph">
              <wp:posOffset>5923915</wp:posOffset>
            </wp:positionV>
            <wp:extent cx="2215515" cy="756285"/>
            <wp:effectExtent l="19050" t="0" r="0" b="0"/>
            <wp:wrapNone/>
            <wp:docPr id="406" name="Imagen 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6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l="618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5515" cy="756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4E51">
        <w:rPr>
          <w:noProof/>
          <w:lang w:eastAsia="es-ES"/>
        </w:rPr>
        <w:pict>
          <v:rect id="_x0000_s1439" style="position:absolute;margin-left:71.8pt;margin-top:473.8pt;width:34.7pt;height:17.65pt;z-index:251654656;mso-position-horizontal-relative:text;mso-position-vertical-relative:text" o:regroupid="8" strokeweight="2.25pt"/>
        </w:pict>
      </w:r>
      <w:r w:rsidR="003B4E51">
        <w:rPr>
          <w:noProof/>
          <w:lang w:eastAsia="es-ES"/>
        </w:rPr>
        <w:pict>
          <v:rect id="_x0000_s1438" style="position:absolute;margin-left:72.8pt;margin-top:500.8pt;width:34.7pt;height:17.65pt;z-index:251653632;mso-position-horizontal-relative:text;mso-position-vertical-relative:text" o:regroupid="8" strokeweight="2.25pt"/>
        </w:pict>
      </w:r>
      <w:r w:rsidR="00B52AD0">
        <w:rPr>
          <w:noProof/>
          <w:lang w:eastAsia="es-ES"/>
        </w:rPr>
        <w:drawing>
          <wp:anchor distT="0" distB="0" distL="114300" distR="114300" simplePos="0" relativeHeight="251639296" behindDoc="0" locked="0" layoutInCell="1" allowOverlap="1">
            <wp:simplePos x="0" y="0"/>
            <wp:positionH relativeFrom="column">
              <wp:posOffset>2818765</wp:posOffset>
            </wp:positionH>
            <wp:positionV relativeFrom="paragraph">
              <wp:posOffset>7134860</wp:posOffset>
            </wp:positionV>
            <wp:extent cx="4110355" cy="2258695"/>
            <wp:effectExtent l="19050" t="0" r="4445" b="0"/>
            <wp:wrapNone/>
            <wp:docPr id="275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8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clrChange>
                        <a:clrFrom>
                          <a:srgbClr val="FFFF99"/>
                        </a:clrFrom>
                        <a:clrTo>
                          <a:srgbClr val="FFFF99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0355" cy="2258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235DAA" w:rsidSect="00D07AFA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7976" w:rsidRDefault="00107976" w:rsidP="00AD3782">
      <w:pPr>
        <w:spacing w:after="0" w:line="240" w:lineRule="auto"/>
      </w:pPr>
      <w:r>
        <w:separator/>
      </w:r>
    </w:p>
  </w:endnote>
  <w:endnote w:type="continuationSeparator" w:id="0">
    <w:p w:rsidR="00107976" w:rsidRDefault="00107976" w:rsidP="00AD3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7976" w:rsidRDefault="00107976" w:rsidP="00AD3782">
      <w:pPr>
        <w:spacing w:after="0" w:line="240" w:lineRule="auto"/>
      </w:pPr>
      <w:r>
        <w:separator/>
      </w:r>
    </w:p>
  </w:footnote>
  <w:footnote w:type="continuationSeparator" w:id="0">
    <w:p w:rsidR="00107976" w:rsidRDefault="00107976" w:rsidP="00AD37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564B0E"/>
    <w:multiLevelType w:val="hybridMultilevel"/>
    <w:tmpl w:val="414C85BA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4F47C10"/>
    <w:multiLevelType w:val="hybridMultilevel"/>
    <w:tmpl w:val="8C92497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8A7FD0"/>
    <w:multiLevelType w:val="hybridMultilevel"/>
    <w:tmpl w:val="53402DB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B5B6B56"/>
    <w:multiLevelType w:val="hybridMultilevel"/>
    <w:tmpl w:val="D0D4EF3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3F1E4E"/>
    <w:multiLevelType w:val="hybridMultilevel"/>
    <w:tmpl w:val="F68E4BC2"/>
    <w:lvl w:ilvl="0" w:tplc="7558470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F072AE"/>
    <w:rsid w:val="00071D28"/>
    <w:rsid w:val="00086043"/>
    <w:rsid w:val="00107976"/>
    <w:rsid w:val="00150717"/>
    <w:rsid w:val="00170C54"/>
    <w:rsid w:val="0017301E"/>
    <w:rsid w:val="001943D8"/>
    <w:rsid w:val="001A397C"/>
    <w:rsid w:val="001C003C"/>
    <w:rsid w:val="00205D5B"/>
    <w:rsid w:val="00235DAA"/>
    <w:rsid w:val="0029037B"/>
    <w:rsid w:val="002B418B"/>
    <w:rsid w:val="002B7457"/>
    <w:rsid w:val="002C3700"/>
    <w:rsid w:val="002F4B31"/>
    <w:rsid w:val="003054C7"/>
    <w:rsid w:val="00310D49"/>
    <w:rsid w:val="00336C65"/>
    <w:rsid w:val="00337378"/>
    <w:rsid w:val="0037623C"/>
    <w:rsid w:val="00383D3B"/>
    <w:rsid w:val="003A0627"/>
    <w:rsid w:val="003A1DA9"/>
    <w:rsid w:val="003B4E51"/>
    <w:rsid w:val="003C1F29"/>
    <w:rsid w:val="003D4C4A"/>
    <w:rsid w:val="003F0192"/>
    <w:rsid w:val="003F3B99"/>
    <w:rsid w:val="004070B9"/>
    <w:rsid w:val="0047058D"/>
    <w:rsid w:val="00476583"/>
    <w:rsid w:val="00492F58"/>
    <w:rsid w:val="004A788D"/>
    <w:rsid w:val="004B6A84"/>
    <w:rsid w:val="004E6E9A"/>
    <w:rsid w:val="004E7FCA"/>
    <w:rsid w:val="00525679"/>
    <w:rsid w:val="00542D99"/>
    <w:rsid w:val="0055011C"/>
    <w:rsid w:val="00580478"/>
    <w:rsid w:val="00582562"/>
    <w:rsid w:val="0058482B"/>
    <w:rsid w:val="005872AF"/>
    <w:rsid w:val="00595E13"/>
    <w:rsid w:val="005A7CD8"/>
    <w:rsid w:val="005B7D0C"/>
    <w:rsid w:val="00604FF7"/>
    <w:rsid w:val="00614F02"/>
    <w:rsid w:val="006213DA"/>
    <w:rsid w:val="006474F0"/>
    <w:rsid w:val="00720339"/>
    <w:rsid w:val="00721B19"/>
    <w:rsid w:val="00754A8D"/>
    <w:rsid w:val="0075666B"/>
    <w:rsid w:val="0077468B"/>
    <w:rsid w:val="00796529"/>
    <w:rsid w:val="007B22FA"/>
    <w:rsid w:val="007C63B7"/>
    <w:rsid w:val="007F5BD8"/>
    <w:rsid w:val="00821677"/>
    <w:rsid w:val="00895CA9"/>
    <w:rsid w:val="008E39BE"/>
    <w:rsid w:val="008F1F36"/>
    <w:rsid w:val="00916011"/>
    <w:rsid w:val="009757F6"/>
    <w:rsid w:val="00987590"/>
    <w:rsid w:val="009B50B1"/>
    <w:rsid w:val="009C637F"/>
    <w:rsid w:val="009D07F6"/>
    <w:rsid w:val="009D12B1"/>
    <w:rsid w:val="00A32A52"/>
    <w:rsid w:val="00A610C2"/>
    <w:rsid w:val="00A74998"/>
    <w:rsid w:val="00AB471B"/>
    <w:rsid w:val="00AC55C3"/>
    <w:rsid w:val="00AD3782"/>
    <w:rsid w:val="00B52AD0"/>
    <w:rsid w:val="00B73E94"/>
    <w:rsid w:val="00B87790"/>
    <w:rsid w:val="00BC5A06"/>
    <w:rsid w:val="00C01DB2"/>
    <w:rsid w:val="00C131C7"/>
    <w:rsid w:val="00C27C37"/>
    <w:rsid w:val="00C73521"/>
    <w:rsid w:val="00CB0555"/>
    <w:rsid w:val="00D07AFA"/>
    <w:rsid w:val="00D111F3"/>
    <w:rsid w:val="00D1439A"/>
    <w:rsid w:val="00D216B0"/>
    <w:rsid w:val="00D22779"/>
    <w:rsid w:val="00D24084"/>
    <w:rsid w:val="00D52A5C"/>
    <w:rsid w:val="00D608BC"/>
    <w:rsid w:val="00D649C3"/>
    <w:rsid w:val="00DA3951"/>
    <w:rsid w:val="00DC0419"/>
    <w:rsid w:val="00DE3646"/>
    <w:rsid w:val="00E13238"/>
    <w:rsid w:val="00E134F5"/>
    <w:rsid w:val="00E20190"/>
    <w:rsid w:val="00E65F14"/>
    <w:rsid w:val="00EA7033"/>
    <w:rsid w:val="00EB10A5"/>
    <w:rsid w:val="00ED6EB4"/>
    <w:rsid w:val="00EF0A61"/>
    <w:rsid w:val="00F03F29"/>
    <w:rsid w:val="00F072AE"/>
    <w:rsid w:val="00F50631"/>
    <w:rsid w:val="00F70900"/>
    <w:rsid w:val="00F70A3A"/>
    <w:rsid w:val="00FA1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="f" fillcolor="white" stroke="f">
      <v:fill color="white" on="f"/>
      <v:stroke on="f"/>
      <o:colormenu v:ext="edit" fillcolor="none [3212]" strokecolor="none [3213]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790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35D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35DA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3A0627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AD378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D3782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AD378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D3782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FICHAS\TEMA2revolucionesliberale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TEMA2revolucionesliberales.dot</Template>
  <TotalTime>1</TotalTime>
  <Pages>2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 y Fran</dc:creator>
  <cp:lastModifiedBy>Vane y Fran</cp:lastModifiedBy>
  <cp:revision>3</cp:revision>
  <cp:lastPrinted>2011-12-12T21:17:00Z</cp:lastPrinted>
  <dcterms:created xsi:type="dcterms:W3CDTF">2013-01-12T10:08:00Z</dcterms:created>
  <dcterms:modified xsi:type="dcterms:W3CDTF">2013-01-12T10:09:00Z</dcterms:modified>
</cp:coreProperties>
</file>